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D71550">
        <w:rPr>
          <w:b/>
        </w:rPr>
        <w:t>„</w:t>
      </w:r>
      <w:r w:rsidR="00D71550" w:rsidRPr="00D71550">
        <w:rPr>
          <w:b/>
        </w:rPr>
        <w:t>Nákup benzínové vrtačky pražců</w:t>
      </w:r>
      <w:r w:rsidRPr="00D71550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D71550" w:rsidRDefault="00D7155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D71550">
        <w:t xml:space="preserve">Formulář ČP o splnění základní způsobilosti </w:t>
      </w:r>
    </w:p>
    <w:p w:rsidR="00374707" w:rsidRPr="00D71550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D71550">
        <w:t>Formulář nabídky</w:t>
      </w:r>
    </w:p>
    <w:p w:rsidR="00374707" w:rsidRPr="00D71550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D71550">
        <w:t xml:space="preserve">Návrh </w:t>
      </w:r>
      <w:r w:rsidR="00D71550" w:rsidRPr="00D71550">
        <w:t xml:space="preserve">kupní </w:t>
      </w:r>
      <w:r w:rsidRPr="00D71550">
        <w:t xml:space="preserve">smlouvy </w:t>
      </w:r>
    </w:p>
    <w:p w:rsidR="00374707" w:rsidRPr="00D71550" w:rsidRDefault="00D71550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D71550">
        <w:t xml:space="preserve">Nález podezřelého předmětu </w:t>
      </w:r>
    </w:p>
    <w:p w:rsidR="002561BD" w:rsidRPr="00D71550" w:rsidRDefault="002561BD" w:rsidP="002561B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D71550">
        <w:t>Čestné prohlášení ve vztahu k 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D71550">
        <w:rPr>
          <w:b/>
        </w:rPr>
        <w:t>„</w:t>
      </w:r>
      <w:r w:rsidR="00D71550" w:rsidRPr="00D71550">
        <w:rPr>
          <w:b/>
        </w:rPr>
        <w:t>Nákup benzínové vrtačky pražců</w:t>
      </w:r>
      <w:r w:rsidRPr="00D71550">
        <w:rPr>
          <w:b/>
        </w:rPr>
        <w:t xml:space="preserve">“ </w:t>
      </w:r>
      <w:r w:rsidRPr="00F05536">
        <w:t>za tuto nabídkovou cenu:</w:t>
      </w:r>
    </w:p>
    <w:p w:rsidR="00F05536" w:rsidRPr="00D71550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D71550">
        <w:rPr>
          <w:b/>
          <w:bCs/>
        </w:rPr>
        <w:t>Celková nabídková cena bez DPH:              ……………… Kč</w:t>
      </w:r>
    </w:p>
    <w:p w:rsidR="00F05536" w:rsidRPr="00D71550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D71550">
        <w:rPr>
          <w:b/>
          <w:bCs/>
        </w:rPr>
        <w:t>DPH 21%</w:t>
      </w:r>
      <w:r w:rsidRPr="00D71550">
        <w:rPr>
          <w:b/>
          <w:bCs/>
        </w:rPr>
        <w:tab/>
        <w:t xml:space="preserve">        </w:t>
      </w:r>
      <w:r w:rsidRPr="00D71550">
        <w:rPr>
          <w:b/>
          <w:bCs/>
        </w:rPr>
        <w:tab/>
      </w:r>
      <w:r w:rsidRPr="00D71550">
        <w:rPr>
          <w:b/>
          <w:bCs/>
        </w:rPr>
        <w:tab/>
      </w:r>
      <w:r w:rsidRPr="00D71550">
        <w:rPr>
          <w:b/>
          <w:bCs/>
        </w:rPr>
        <w:tab/>
      </w:r>
      <w:r w:rsidRPr="00D71550">
        <w:rPr>
          <w:b/>
          <w:bCs/>
        </w:rPr>
        <w:tab/>
        <w:t xml:space="preserve"> ……………… Kč</w:t>
      </w:r>
    </w:p>
    <w:p w:rsidR="00F05536" w:rsidRPr="00D71550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D71550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>Předmět veřejné zakázky  provedeme v rozsahu, který je přesně vymezen zadávacími podklady (viz. bod číslo 1). Souhlasíme s tím, že tato nabídka a zadávací dokumentace jsou závazným podkladem pro uzavření</w:t>
      </w:r>
      <w:r w:rsidR="00D71550">
        <w:t xml:space="preserve"> kupní</w:t>
      </w:r>
      <w:r w:rsidRPr="00D71550">
        <w:t xml:space="preserve"> </w:t>
      </w:r>
      <w:r w:rsidR="00D71550" w:rsidRPr="00D71550">
        <w:t>smlouvy</w:t>
      </w:r>
      <w:r w:rsidR="00D71550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>Zahájení díla</w:t>
      </w:r>
      <w:r w:rsidRPr="00D71550">
        <w:t xml:space="preserve">: </w:t>
      </w:r>
      <w:r w:rsidR="00D71550" w:rsidRPr="00D71550">
        <w:rPr>
          <w:b/>
        </w:rPr>
        <w:t xml:space="preserve">říjen </w:t>
      </w:r>
      <w:r w:rsidR="00F05536" w:rsidRPr="00D71550">
        <w:rPr>
          <w:b/>
        </w:rPr>
        <w:t>2020</w:t>
      </w:r>
      <w:r w:rsidR="00EB0735" w:rsidRPr="00D71550">
        <w:rPr>
          <w:b/>
        </w:rPr>
        <w:t xml:space="preserve"> – </w:t>
      </w:r>
      <w:r w:rsidR="00EB0735" w:rsidRPr="00D71550">
        <w:t>ihned po nabytí účinnosti smlouvy o dílo uveřejněním v Registru smluv</w:t>
      </w:r>
    </w:p>
    <w:p w:rsidR="00D71550" w:rsidRPr="00D71550" w:rsidRDefault="00D71550" w:rsidP="00374707">
      <w:pPr>
        <w:pStyle w:val="Zhlav"/>
        <w:tabs>
          <w:tab w:val="clear" w:pos="4536"/>
          <w:tab w:val="left" w:pos="1843"/>
        </w:tabs>
        <w:ind w:left="284"/>
      </w:pP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D71550">
        <w:t xml:space="preserve">Ukončení díla: </w:t>
      </w:r>
      <w:r w:rsidR="00D71550" w:rsidRPr="00D71550">
        <w:rPr>
          <w:b/>
        </w:rPr>
        <w:t>30. 11. 2020</w:t>
      </w:r>
      <w:r w:rsidRPr="00D71550">
        <w:t xml:space="preserve">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lastRenderedPageBreak/>
        <w:t>……………………………….</w:t>
      </w:r>
    </w:p>
    <w:p w:rsidR="00374707" w:rsidRPr="007364DE" w:rsidRDefault="00D71550" w:rsidP="001A1375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D71550">
        <w:t>Odbornou, technickou a finanční způsobilost výše uvedených poddodavatelů jsme ověřili a přebíráme za ně odpovědnost. Doklady o jejich způsobilosti se zavazujeme předložit v souladu s podmínkami zadání veřejné zakázky nebo na požádání zadavatele. Smlouvy s Vámi uznanými vedlejšími zhotoviteli včas sjednáme.</w:t>
      </w:r>
      <w:r>
        <w:t xml:space="preserve">      </w:t>
      </w:r>
      <w:r>
        <w:br/>
      </w:r>
    </w:p>
    <w:p w:rsidR="00374707" w:rsidRDefault="00374707" w:rsidP="00D71550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smlouva</w:t>
      </w:r>
      <w:bookmarkStart w:id="0" w:name="_GoBack"/>
      <w:bookmarkEnd w:id="0"/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3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3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5E0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BE1E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13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13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91E0A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5DBFF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A1375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1550"/>
    <w:rsid w:val="00D73D46"/>
    <w:rsid w:val="00D831A3"/>
    <w:rsid w:val="00DC75F3"/>
    <w:rsid w:val="00DD46F3"/>
    <w:rsid w:val="00DE56F2"/>
    <w:rsid w:val="00DF116D"/>
    <w:rsid w:val="00E5393D"/>
    <w:rsid w:val="00EB0735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0B3951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355E5A-D541-499E-931D-FDC0FD0F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2</Pages>
  <Words>445</Words>
  <Characters>2626</Characters>
  <Application>Microsoft Office Word</Application>
  <DocSecurity>4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2</cp:revision>
  <cp:lastPrinted>2017-11-28T17:18:00Z</cp:lastPrinted>
  <dcterms:created xsi:type="dcterms:W3CDTF">2020-09-22T08:52:00Z</dcterms:created>
  <dcterms:modified xsi:type="dcterms:W3CDTF">2020-09-22T08:52:00Z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